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A0" w:rsidRPr="00BD62A0" w:rsidRDefault="00BD62A0" w:rsidP="00BD62A0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平成</w:t>
      </w:r>
      <w:r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２７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年</w:t>
      </w:r>
      <w:r w:rsidR="00BB67C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５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016FF1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１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Default="00BD62A0" w:rsidP="00BD62A0">
      <w:pPr>
        <w:pStyle w:val="a3"/>
        <w:jc w:val="right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</w:rPr>
        <w:t>福卓ベ発　第</w:t>
      </w:r>
      <w:r w:rsidR="00BB67C8">
        <w:rPr>
          <w:rFonts w:eastAsiaTheme="minorEastAsia" w:cs="Times New Roman" w:hint="eastAsia"/>
          <w:spacing w:val="-6"/>
        </w:rPr>
        <w:t>５</w:t>
      </w:r>
      <w:r>
        <w:rPr>
          <w:rFonts w:eastAsiaTheme="minorEastAsia" w:cs="Times New Roman" w:hint="eastAsia"/>
          <w:spacing w:val="-6"/>
        </w:rPr>
        <w:t>号</w:t>
      </w:r>
    </w:p>
    <w:p w:rsidR="00BD62A0" w:rsidRPr="00256D5F" w:rsidRDefault="00BD62A0">
      <w:pPr>
        <w:pStyle w:val="a3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福島県卓球ベテラン会</w:t>
      </w:r>
    </w:p>
    <w:p w:rsidR="00BD62A0" w:rsidRDefault="00BD62A0">
      <w:pPr>
        <w:pStyle w:val="a3"/>
        <w:rPr>
          <w:rFonts w:eastAsiaTheme="minorEastAsia" w:cs="Times New Roman"/>
          <w:spacing w:val="-6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 xml:space="preserve">　　　　　　関係各位</w:t>
      </w:r>
    </w:p>
    <w:p w:rsidR="00256D5F" w:rsidRDefault="00BD62A0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卓球</w:t>
      </w: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ベテラン</w:t>
      </w:r>
      <w:r w:rsid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</w:t>
      </w:r>
    </w:p>
    <w:p w:rsidR="00256D5F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Pr="00256D5F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Pr="004A7028" w:rsidRDefault="00BB67C8" w:rsidP="00BD62A0">
      <w:pPr>
        <w:pStyle w:val="a3"/>
        <w:jc w:val="center"/>
        <w:rPr>
          <w:rFonts w:eastAsiaTheme="minorEastAsia" w:cs="Times New Roman"/>
          <w:b/>
          <w:spacing w:val="-6"/>
          <w:sz w:val="24"/>
          <w:szCs w:val="24"/>
        </w:rPr>
      </w:pPr>
      <w:r w:rsidRPr="004A7028">
        <w:rPr>
          <w:rFonts w:eastAsiaTheme="minorEastAsia" w:cs="Times New Roman" w:hint="eastAsia"/>
          <w:b/>
          <w:spacing w:val="-6"/>
          <w:sz w:val="24"/>
          <w:szCs w:val="24"/>
        </w:rPr>
        <w:t>福島県卓球ベテラン会第１４回夏季３Ｄ大会</w:t>
      </w:r>
      <w:r w:rsidR="00BD62A0" w:rsidRPr="004A7028">
        <w:rPr>
          <w:rFonts w:eastAsiaTheme="minorEastAsia" w:cs="Times New Roman" w:hint="eastAsia"/>
          <w:b/>
          <w:spacing w:val="-6"/>
          <w:sz w:val="24"/>
          <w:szCs w:val="24"/>
        </w:rPr>
        <w:t>の開催について</w:t>
      </w:r>
    </w:p>
    <w:p w:rsidR="00037455" w:rsidRDefault="00037455" w:rsidP="00D948F3">
      <w:pPr>
        <w:pStyle w:val="a3"/>
        <w:jc w:val="left"/>
        <w:rPr>
          <w:rFonts w:eastAsiaTheme="minorEastAsia" w:cs="Times New Roman"/>
          <w:spacing w:val="-6"/>
        </w:rPr>
      </w:pPr>
    </w:p>
    <w:p w:rsidR="00D948F3" w:rsidRPr="00256D5F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>
        <w:rPr>
          <w:rFonts w:eastAsiaTheme="minorEastAsia" w:cs="Times New Roman" w:hint="eastAsia"/>
          <w:spacing w:val="-6"/>
        </w:rPr>
        <w:t xml:space="preserve">　</w:t>
      </w:r>
      <w:r w:rsidRPr="00256D5F">
        <w:rPr>
          <w:rFonts w:eastAsiaTheme="minorEastAsia" w:cs="Times New Roman" w:hint="eastAsia"/>
          <w:spacing w:val="-6"/>
          <w:sz w:val="24"/>
          <w:szCs w:val="24"/>
        </w:rPr>
        <w:t>本ベテラン会の大会運営につきましては、日頃から格別なご理解とご支援をいただき厚くお礼申しあげます</w:t>
      </w:r>
      <w:r w:rsidR="001739EE">
        <w:rPr>
          <w:rFonts w:eastAsiaTheme="minorEastAsia" w:cs="Times New Roman" w:hint="eastAsia"/>
          <w:spacing w:val="-6"/>
          <w:sz w:val="24"/>
          <w:szCs w:val="24"/>
        </w:rPr>
        <w:t>。</w:t>
      </w:r>
    </w:p>
    <w:p w:rsidR="00037455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さて、標記大会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を</w:t>
      </w:r>
      <w:r w:rsidR="00256D5F" w:rsidRPr="00256D5F">
        <w:rPr>
          <w:rFonts w:eastAsiaTheme="minorEastAsia" w:cs="Times New Roman" w:hint="eastAsia"/>
          <w:spacing w:val="-6"/>
          <w:sz w:val="24"/>
          <w:szCs w:val="24"/>
        </w:rPr>
        <w:t>下記により開催いたします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、</w:t>
      </w:r>
      <w:r w:rsidR="00037455">
        <w:rPr>
          <w:rFonts w:eastAsiaTheme="minorEastAsia" w:cs="Times New Roman" w:hint="eastAsia"/>
          <w:spacing w:val="-6"/>
          <w:sz w:val="24"/>
          <w:szCs w:val="24"/>
        </w:rPr>
        <w:t>つきましては、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多数参加賜りますようご案内申し上げます。</w:t>
      </w:r>
    </w:p>
    <w:p w:rsidR="00037455" w:rsidRDefault="00037455" w:rsidP="00037455">
      <w:pPr>
        <w:pStyle w:val="aa"/>
      </w:pPr>
      <w:r>
        <w:rPr>
          <w:rFonts w:hint="eastAsia"/>
        </w:rPr>
        <w:t>記</w:t>
      </w:r>
    </w:p>
    <w:p w:rsidR="00037455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１．主　催　　福島県卓球ベテラン会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２．後　援　　福島県卓球協会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DC499E">
        <w:rPr>
          <w:rFonts w:hint="eastAsia"/>
          <w:sz w:val="24"/>
          <w:szCs w:val="24"/>
        </w:rPr>
        <w:t>期　日</w:t>
      </w:r>
      <w:r>
        <w:rPr>
          <w:rFonts w:hint="eastAsia"/>
          <w:sz w:val="24"/>
          <w:szCs w:val="24"/>
        </w:rPr>
        <w:t xml:space="preserve">　</w:t>
      </w:r>
      <w:r w:rsidR="00DC499E">
        <w:rPr>
          <w:rFonts w:hint="eastAsia"/>
          <w:sz w:val="24"/>
          <w:szCs w:val="24"/>
        </w:rPr>
        <w:t xml:space="preserve">　</w:t>
      </w:r>
      <w:r w:rsidRPr="004A7028">
        <w:rPr>
          <w:rFonts w:hint="eastAsia"/>
          <w:b/>
          <w:sz w:val="24"/>
          <w:szCs w:val="24"/>
        </w:rPr>
        <w:t>平成２７年７月</w:t>
      </w:r>
      <w:r w:rsidR="00DD28F5" w:rsidRPr="004A7028">
        <w:rPr>
          <w:rFonts w:hint="eastAsia"/>
          <w:b/>
          <w:sz w:val="24"/>
          <w:szCs w:val="24"/>
        </w:rPr>
        <w:t>１９日（日）</w:t>
      </w:r>
    </w:p>
    <w:p w:rsidR="00DD28F5" w:rsidRDefault="00DD28F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４．会</w:t>
      </w:r>
      <w:r w:rsidR="00DC499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場</w:t>
      </w:r>
      <w:r w:rsidR="00DC499E">
        <w:rPr>
          <w:rFonts w:hint="eastAsia"/>
          <w:sz w:val="24"/>
          <w:szCs w:val="24"/>
        </w:rPr>
        <w:t xml:space="preserve">　　郡山市　安積総合学習センター</w:t>
      </w:r>
    </w:p>
    <w:p w:rsidR="00F948C2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５．種　目　　</w:t>
      </w:r>
      <w:r w:rsidR="00EE0BE6">
        <w:rPr>
          <w:rFonts w:hint="eastAsia"/>
          <w:sz w:val="24"/>
          <w:szCs w:val="24"/>
        </w:rPr>
        <w:t>ﾗｰｼﾞボール</w:t>
      </w:r>
      <w:r>
        <w:rPr>
          <w:rFonts w:hint="eastAsia"/>
          <w:sz w:val="24"/>
          <w:szCs w:val="24"/>
        </w:rPr>
        <w:t>男女３Ｄ団体戦</w:t>
      </w:r>
      <w:r w:rsidR="00EE0BE6">
        <w:rPr>
          <w:rFonts w:hint="eastAsia"/>
          <w:sz w:val="24"/>
          <w:szCs w:val="24"/>
        </w:rPr>
        <w:t>（年齢は大会当日の満年齢とする）</w:t>
      </w:r>
    </w:p>
    <w:p w:rsidR="00EE0BE6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男子Ｗ団体戦・女子Ｗ団体戦（３人一組で３Ｗ）４人は不可</w:t>
      </w:r>
    </w:p>
    <w:p w:rsidR="00850A5C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 xml:space="preserve">　　　　　　</w:t>
      </w:r>
      <w:r w:rsidR="00850A5C">
        <w:rPr>
          <w:rFonts w:hint="eastAsia"/>
          <w:sz w:val="24"/>
          <w:szCs w:val="24"/>
        </w:rPr>
        <w:t>２２０歳以上の部　　①男子　　　　⑥女子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２００歳以上の部　　②男子　　　　⑦女子</w:t>
      </w:r>
    </w:p>
    <w:p w:rsidR="00DC499E" w:rsidRPr="00037455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50A5C">
        <w:rPr>
          <w:rFonts w:hint="eastAsia"/>
          <w:sz w:val="24"/>
          <w:szCs w:val="24"/>
        </w:rPr>
        <w:t>１８０歳以上の部　　③男子</w:t>
      </w:r>
      <w:r w:rsidR="000A29F8">
        <w:rPr>
          <w:rFonts w:hint="eastAsia"/>
          <w:sz w:val="24"/>
          <w:szCs w:val="24"/>
        </w:rPr>
        <w:t xml:space="preserve">　　　　⑧女子</w:t>
      </w:r>
    </w:p>
    <w:p w:rsid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１８０歳未満の部　　④男子</w:t>
      </w:r>
      <w:r w:rsidR="000A29F8">
        <w:rPr>
          <w:rFonts w:hint="eastAsia"/>
          <w:sz w:val="24"/>
          <w:szCs w:val="24"/>
        </w:rPr>
        <w:t xml:space="preserve">　　　　⑨女子</w:t>
      </w:r>
    </w:p>
    <w:p w:rsidR="00850A5C" w:rsidRP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初心者の部（</w:t>
      </w:r>
      <w:r w:rsidRPr="00850A5C">
        <w:rPr>
          <w:rFonts w:hint="eastAsia"/>
          <w:sz w:val="16"/>
          <w:szCs w:val="16"/>
        </w:rPr>
        <w:t>１６０歳以上</w:t>
      </w:r>
      <w:r>
        <w:rPr>
          <w:rFonts w:hint="eastAsia"/>
          <w:sz w:val="24"/>
          <w:szCs w:val="24"/>
        </w:rPr>
        <w:t>）⑤男子</w:t>
      </w:r>
      <w:r w:rsidR="000A29F8">
        <w:rPr>
          <w:rFonts w:hint="eastAsia"/>
          <w:sz w:val="24"/>
          <w:szCs w:val="24"/>
        </w:rPr>
        <w:t xml:space="preserve">　　　⑩女子</w:t>
      </w:r>
    </w:p>
    <w:p w:rsidR="00037455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６．参加資格　福島県卓球ベテラン会登録者</w:t>
      </w:r>
    </w:p>
    <w:p w:rsidR="000A29F8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申込は３名以上（登録された地区内での選手でチーム編成の事）</w:t>
      </w:r>
    </w:p>
    <w:p w:rsidR="000A29F8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各試合毎のメンバーは３名に固定される</w:t>
      </w:r>
    </w:p>
    <w:p w:rsidR="000A29F8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女子選手が男子チームに参加する事は</w:t>
      </w:r>
      <w:r w:rsidR="009A52AD">
        <w:rPr>
          <w:rFonts w:hint="eastAsia"/>
          <w:sz w:val="24"/>
          <w:szCs w:val="24"/>
        </w:rPr>
        <w:t>認められます。</w:t>
      </w:r>
    </w:p>
    <w:p w:rsidR="00FB5ECA" w:rsidRPr="004E7E6F" w:rsidRDefault="000A29F8" w:rsidP="004E7E6F">
      <w:pPr>
        <w:ind w:left="1680" w:hangingChars="700" w:hanging="1680"/>
        <w:rPr>
          <w:sz w:val="20"/>
          <w:szCs w:val="20"/>
        </w:rPr>
      </w:pPr>
      <w:r>
        <w:rPr>
          <w:rFonts w:hint="eastAsia"/>
          <w:sz w:val="24"/>
          <w:szCs w:val="24"/>
        </w:rPr>
        <w:t>７．試合方法　３</w:t>
      </w:r>
      <w:r w:rsidR="004E7E6F">
        <w:rPr>
          <w:rFonts w:hint="eastAsia"/>
          <w:sz w:val="24"/>
          <w:szCs w:val="24"/>
        </w:rPr>
        <w:t>～４組</w:t>
      </w:r>
      <w:r>
        <w:rPr>
          <w:rFonts w:hint="eastAsia"/>
          <w:sz w:val="24"/>
          <w:szCs w:val="24"/>
        </w:rPr>
        <w:t>による予選リーグ</w:t>
      </w:r>
      <w:r w:rsidR="004E7E6F">
        <w:rPr>
          <w:rFonts w:hint="eastAsia"/>
          <w:sz w:val="24"/>
          <w:szCs w:val="24"/>
        </w:rPr>
        <w:t>を行い、１～２位・３～４位の決勝トーナメント戦を行う。（</w:t>
      </w:r>
      <w:r w:rsidR="004E7E6F" w:rsidRPr="004E7E6F">
        <w:rPr>
          <w:rFonts w:hint="eastAsia"/>
          <w:sz w:val="20"/>
          <w:szCs w:val="20"/>
        </w:rPr>
        <w:t>参加チーム数により変更することもある）</w:t>
      </w:r>
    </w:p>
    <w:p w:rsidR="00FB5ECA" w:rsidRPr="000A29F8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８．ルール　　現行の日本卓球ルール、新卓球（ﾗｰｼﾞボール）規定による。</w:t>
      </w:r>
    </w:p>
    <w:p w:rsidR="00FB5ECA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９．試合球　　公認球ニッタクプラスチック</w:t>
      </w:r>
      <w:r w:rsidR="00ED26A5">
        <w:rPr>
          <w:rFonts w:hint="eastAsia"/>
          <w:sz w:val="24"/>
          <w:szCs w:val="24"/>
        </w:rPr>
        <w:t>ﾗｰｼﾞ</w:t>
      </w:r>
      <w:r>
        <w:rPr>
          <w:rFonts w:hint="eastAsia"/>
          <w:sz w:val="24"/>
          <w:szCs w:val="24"/>
        </w:rPr>
        <w:t>ボール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．表　彰　　各種目とも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位まで（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位以下グループは賞品を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位のみ）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．参加料　　１チーム　３，０００円参加料は当日お支払いください。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申し込み締め切り後の棄権は参加料を返金いたしません。　</w:t>
      </w:r>
    </w:p>
    <w:p w:rsidR="00D74CF4" w:rsidRDefault="00D74CF4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．申込期限　</w:t>
      </w:r>
      <w:r w:rsidRPr="00AE64F9">
        <w:rPr>
          <w:rFonts w:asciiTheme="minorEastAsia" w:hAnsiTheme="minorEastAsia" w:hint="eastAsia"/>
          <w:sz w:val="24"/>
          <w:szCs w:val="24"/>
        </w:rPr>
        <w:t>平成27年</w:t>
      </w:r>
      <w:r w:rsidR="00AE64F9" w:rsidRPr="00AE64F9">
        <w:rPr>
          <w:rFonts w:asciiTheme="minorEastAsia" w:hAnsiTheme="minorEastAsia" w:hint="eastAsia"/>
          <w:sz w:val="24"/>
          <w:szCs w:val="24"/>
        </w:rPr>
        <w:t>６</w:t>
      </w:r>
      <w:r w:rsidRPr="00AE64F9">
        <w:rPr>
          <w:rFonts w:asciiTheme="minorEastAsia" w:hAnsiTheme="minorEastAsia" w:hint="eastAsia"/>
          <w:sz w:val="24"/>
          <w:szCs w:val="24"/>
        </w:rPr>
        <w:t>月</w:t>
      </w:r>
      <w:r w:rsidR="00AE64F9" w:rsidRPr="00AE64F9">
        <w:rPr>
          <w:rFonts w:asciiTheme="minorEastAsia" w:hAnsiTheme="minorEastAsia" w:hint="eastAsia"/>
          <w:sz w:val="24"/>
          <w:szCs w:val="24"/>
        </w:rPr>
        <w:t>18</w:t>
      </w:r>
      <w:r w:rsidRPr="00AE64F9">
        <w:rPr>
          <w:rFonts w:asciiTheme="minorEastAsia" w:hAnsiTheme="minorEastAsia" w:hint="eastAsia"/>
          <w:sz w:val="24"/>
          <w:szCs w:val="24"/>
        </w:rPr>
        <w:t>日（木</w:t>
      </w:r>
      <w:r>
        <w:rPr>
          <w:rFonts w:hint="eastAsia"/>
          <w:sz w:val="24"/>
          <w:szCs w:val="24"/>
        </w:rPr>
        <w:t>）</w:t>
      </w:r>
    </w:p>
    <w:p w:rsidR="00D74CF4" w:rsidRPr="004A7028" w:rsidRDefault="00D74CF4" w:rsidP="00D74CF4">
      <w:pPr>
        <w:rPr>
          <w:noProof/>
          <w:sz w:val="22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．</w:t>
      </w:r>
      <w:r w:rsidRPr="004A7028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込先　　</w:t>
      </w:r>
      <w:r w:rsidRPr="004A7028">
        <w:rPr>
          <w:rFonts w:hint="eastAsia"/>
          <w:noProof/>
          <w:szCs w:val="21"/>
        </w:rPr>
        <w:t>〒</w:t>
      </w:r>
      <w:r w:rsidRPr="004A7028">
        <w:rPr>
          <w:noProof/>
          <w:szCs w:val="21"/>
        </w:rPr>
        <w:t>963</w:t>
      </w:r>
      <w:r w:rsidRPr="004A7028">
        <w:rPr>
          <w:rFonts w:hint="eastAsia"/>
          <w:noProof/>
          <w:szCs w:val="21"/>
        </w:rPr>
        <w:t>―</w:t>
      </w:r>
      <w:r w:rsidRPr="004A7028">
        <w:rPr>
          <w:noProof/>
          <w:szCs w:val="21"/>
        </w:rPr>
        <w:t>8041</w:t>
      </w:r>
      <w:r w:rsidRPr="004A7028">
        <w:rPr>
          <w:rFonts w:hint="eastAsia"/>
          <w:noProof/>
          <w:sz w:val="22"/>
        </w:rPr>
        <w:t>郡山市富田町下西田</w:t>
      </w:r>
      <w:r w:rsidRPr="004A7028">
        <w:rPr>
          <w:noProof/>
          <w:sz w:val="22"/>
        </w:rPr>
        <w:t>11</w:t>
      </w:r>
      <w:r w:rsidRPr="004A7028">
        <w:rPr>
          <w:rFonts w:hint="eastAsia"/>
          <w:noProof/>
          <w:sz w:val="22"/>
        </w:rPr>
        <w:t>－</w:t>
      </w:r>
      <w:r w:rsidRPr="004A7028">
        <w:rPr>
          <w:noProof/>
          <w:sz w:val="22"/>
        </w:rPr>
        <w:t>11</w:t>
      </w:r>
    </w:p>
    <w:p w:rsidR="004601DE" w:rsidRPr="004A7028" w:rsidRDefault="00D74CF4" w:rsidP="004A7028">
      <w:pPr>
        <w:ind w:firstLineChars="1300" w:firstLine="2730"/>
        <w:rPr>
          <w:rFonts w:ascii="ＭＳ ゴシック" w:hAnsi="ＭＳ ゴシック"/>
          <w:noProof/>
          <w:szCs w:val="21"/>
        </w:rPr>
      </w:pPr>
      <w:r w:rsidRPr="004A7028">
        <w:rPr>
          <w:rFonts w:hint="eastAsia"/>
          <w:noProof/>
          <w:szCs w:val="21"/>
        </w:rPr>
        <w:t xml:space="preserve">福島県卓球ベテラン会　　</w:t>
      </w:r>
      <w:r w:rsidRPr="004A7028">
        <w:rPr>
          <w:rFonts w:ascii="ＭＳ ゴシック" w:hAnsi="ＭＳ ゴシック" w:hint="eastAsia"/>
          <w:noProof/>
          <w:szCs w:val="21"/>
        </w:rPr>
        <w:t>事務局長　大槻　力也</w:t>
      </w:r>
    </w:p>
    <w:p w:rsidR="00CB72F2" w:rsidRDefault="00CB72F2" w:rsidP="00CB72F2">
      <w:pPr>
        <w:jc w:val="center"/>
        <w:rPr>
          <w:noProof/>
          <w:sz w:val="20"/>
          <w:szCs w:val="20"/>
        </w:rPr>
      </w:pPr>
      <w:r>
        <w:rPr>
          <w:rFonts w:hint="eastAsia"/>
          <w:noProof/>
          <w:kern w:val="0"/>
          <w:sz w:val="16"/>
          <w:szCs w:val="16"/>
        </w:rPr>
        <w:t xml:space="preserve">　　　　　</w:t>
      </w:r>
      <w:r w:rsidR="004601DE">
        <w:rPr>
          <w:rFonts w:hint="eastAsia"/>
          <w:noProof/>
          <w:kern w:val="0"/>
          <w:sz w:val="16"/>
          <w:szCs w:val="16"/>
        </w:rPr>
        <w:t xml:space="preserve">ＴＥＬ・ＦＡＸ　</w:t>
      </w:r>
      <w:r w:rsidR="004601DE" w:rsidRPr="004A7028">
        <w:rPr>
          <w:noProof/>
          <w:kern w:val="0"/>
          <w:szCs w:val="21"/>
        </w:rPr>
        <w:t>024-952-2896</w:t>
      </w:r>
      <w:r w:rsidR="004601DE">
        <w:rPr>
          <w:rFonts w:hint="eastAsia"/>
          <w:noProof/>
          <w:sz w:val="20"/>
          <w:szCs w:val="20"/>
        </w:rPr>
        <w:t xml:space="preserve">　</w:t>
      </w:r>
      <w:hyperlink r:id="rId8" w:history="1">
        <w:r w:rsidRPr="004A7028">
          <w:rPr>
            <w:rStyle w:val="af1"/>
            <w:noProof/>
            <w:sz w:val="22"/>
          </w:rPr>
          <w:t>ootuki@tj8.so-net.ne.jp</w:t>
        </w:r>
      </w:hyperlink>
    </w:p>
    <w:tbl>
      <w:tblPr>
        <w:tblW w:w="87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780"/>
        <w:gridCol w:w="7000"/>
      </w:tblGrid>
      <w:tr w:rsidR="00CB72F2" w:rsidRPr="00CB72F2" w:rsidTr="00CB72F2">
        <w:trPr>
          <w:trHeight w:val="420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CB72F2" w:rsidRDefault="00CB72F2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b/>
                <w:bCs/>
                <w:color w:val="FF0000"/>
                <w:kern w:val="0"/>
                <w:sz w:val="22"/>
              </w:rPr>
            </w:pPr>
            <w:r w:rsidRPr="004A7028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６</w:t>
            </w:r>
            <w:r w:rsidRPr="00CB72F2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月</w:t>
            </w:r>
            <w:r w:rsidR="00AE64F9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１８</w:t>
            </w:r>
            <w:r w:rsidRPr="00CB72F2">
              <w:rPr>
                <w:rFonts w:ascii="ＭＳ Ｐゴシック" w:eastAsia="ＭＳ Ｐゴシック" w:hAnsi="ＭＳ Ｐゴシック" w:cs="Courier New" w:hint="eastAsia"/>
                <w:b/>
                <w:bCs/>
                <w:color w:val="FF0000"/>
                <w:kern w:val="0"/>
                <w:sz w:val="22"/>
              </w:rPr>
              <w:t>日まで</w:t>
            </w:r>
          </w:p>
        </w:tc>
        <w:tc>
          <w:tcPr>
            <w:tcW w:w="7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CB72F2" w:rsidRDefault="00CB72F2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kern w:val="0"/>
                <w:sz w:val="22"/>
              </w:rPr>
            </w:pP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期日厳守、</w:t>
            </w:r>
            <w:r w:rsidRPr="004A7028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ＦＡＸ，</w:t>
            </w: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2"/>
              </w:rPr>
              <w:t>郵送または電子メールでお願いします。</w:t>
            </w:r>
          </w:p>
        </w:tc>
      </w:tr>
      <w:tr w:rsidR="00CB72F2" w:rsidRPr="00CB72F2" w:rsidTr="00CB72F2">
        <w:trPr>
          <w:trHeight w:val="42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4A7028" w:rsidRDefault="00CB72F2" w:rsidP="00CB72F2">
            <w:pPr>
              <w:widowControl/>
              <w:jc w:val="lef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4A7028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ＦＡＸは着信の有無を電話で確認してください・</w:t>
            </w:r>
            <w:r w:rsidRPr="00CB72F2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電子メールの場合は受領の返信メールをご確認下さい。</w:t>
            </w:r>
          </w:p>
          <w:p w:rsidR="00CB72F2" w:rsidRPr="00CB72F2" w:rsidRDefault="004A7028" w:rsidP="004A7028">
            <w:pPr>
              <w:widowControl/>
              <w:ind w:firstLineChars="800" w:firstLine="1600"/>
              <w:jc w:val="lef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＜</w:t>
            </w:r>
            <w:r w:rsidR="00CB72F2" w:rsidRPr="004A7028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本大会の進行当番はいわき支部の理事が担当します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＞</w:t>
            </w:r>
          </w:p>
        </w:tc>
      </w:tr>
    </w:tbl>
    <w:p w:rsidR="00ED26A5" w:rsidRDefault="00ED26A5" w:rsidP="004A7028">
      <w:pPr>
        <w:rPr>
          <w:sz w:val="24"/>
          <w:szCs w:val="24"/>
        </w:rPr>
      </w:pPr>
    </w:p>
    <w:p w:rsidR="009D470B" w:rsidRDefault="009D470B" w:rsidP="004A7028">
      <w:pPr>
        <w:rPr>
          <w:sz w:val="24"/>
          <w:szCs w:val="24"/>
        </w:rPr>
      </w:pPr>
    </w:p>
    <w:p w:rsidR="009D470B" w:rsidRPr="00FE3DD4" w:rsidRDefault="009D470B" w:rsidP="00FE3DD4">
      <w:pPr>
        <w:jc w:val="center"/>
        <w:rPr>
          <w:b/>
          <w:sz w:val="24"/>
          <w:szCs w:val="24"/>
        </w:rPr>
      </w:pPr>
      <w:r w:rsidRPr="00FE3DD4">
        <w:rPr>
          <w:rFonts w:hint="eastAsia"/>
          <w:b/>
          <w:sz w:val="24"/>
          <w:szCs w:val="24"/>
        </w:rPr>
        <w:lastRenderedPageBreak/>
        <w:t>平成２７年年度　福島県卓球ベテラン会</w:t>
      </w:r>
    </w:p>
    <w:p w:rsidR="009D470B" w:rsidRPr="00FE3DD4" w:rsidRDefault="009D470B" w:rsidP="00FE3DD4">
      <w:pPr>
        <w:jc w:val="center"/>
        <w:rPr>
          <w:b/>
          <w:sz w:val="28"/>
          <w:szCs w:val="28"/>
        </w:rPr>
      </w:pPr>
      <w:r w:rsidRPr="00FE3DD4">
        <w:rPr>
          <w:rFonts w:hint="eastAsia"/>
          <w:b/>
          <w:sz w:val="28"/>
          <w:szCs w:val="28"/>
        </w:rPr>
        <w:t>夏季卓球（３名３Ｄ）大会参加申込表</w:t>
      </w:r>
    </w:p>
    <w:p w:rsidR="00FE3DD4" w:rsidRDefault="005E5E2A" w:rsidP="005E5E2A">
      <w:pPr>
        <w:ind w:right="11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FE3DD4">
        <w:rPr>
          <w:rFonts w:hint="eastAsia"/>
          <w:sz w:val="28"/>
          <w:szCs w:val="28"/>
        </w:rPr>
        <w:t xml:space="preserve">　　　　　　　　　　　　　　　　　　チーム責任者名　　　　　　</w:t>
      </w:r>
    </w:p>
    <w:tbl>
      <w:tblPr>
        <w:tblStyle w:val="af2"/>
        <w:tblW w:w="9606" w:type="dxa"/>
        <w:tblLook w:val="000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FE3DD4" w:rsidTr="0078141F">
        <w:trPr>
          <w:trHeight w:val="135"/>
        </w:trPr>
        <w:tc>
          <w:tcPr>
            <w:tcW w:w="1845" w:type="dxa"/>
          </w:tcPr>
          <w:p w:rsidR="00FE3DD4" w:rsidRPr="00B55E0B" w:rsidRDefault="00FE3DD4" w:rsidP="00FE3DD4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FE3DD4" w:rsidRDefault="00FE3DD4" w:rsidP="005E5E2A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FE3DD4" w:rsidRPr="000B7D01" w:rsidRDefault="00FE3DD4" w:rsidP="000B7D01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>①②③④⑤⑥⑦⑧⑨⑩</w:t>
            </w:r>
            <w:r w:rsidR="000B7D01" w:rsidRPr="000B7D01">
              <w:rPr>
                <w:rFonts w:hint="eastAsia"/>
                <w:sz w:val="28"/>
                <w:szCs w:val="28"/>
              </w:rPr>
              <w:t>の部</w:t>
            </w:r>
            <w:r w:rsidRPr="000B7D01"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  <w:tr w:rsidR="0078141F" w:rsidTr="0078141F">
        <w:trPr>
          <w:trHeight w:val="413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78141F" w:rsidRPr="00B55E0B" w:rsidRDefault="0078141F" w:rsidP="0078141F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78141F" w:rsidRPr="00B55E0B" w:rsidRDefault="0078141F" w:rsidP="0078141F">
            <w:pPr>
              <w:pBdr>
                <w:bar w:val="single" w:sz="4" w:color="auto"/>
              </w:pBdr>
              <w:ind w:firstLineChars="100" w:firstLine="2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78141F" w:rsidRPr="00B55E0B" w:rsidRDefault="0078141F" w:rsidP="005E5E2A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78141F" w:rsidRPr="0078141F" w:rsidRDefault="0078141F" w:rsidP="0078141F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78141F" w:rsidTr="0078141F">
        <w:trPr>
          <w:trHeight w:val="499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504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0B7D01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480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78141F" w:rsidTr="0078141F">
        <w:trPr>
          <w:trHeight w:val="503"/>
        </w:trPr>
        <w:tc>
          <w:tcPr>
            <w:tcW w:w="2715" w:type="dxa"/>
            <w:gridSpan w:val="2"/>
          </w:tcPr>
          <w:p w:rsidR="0078141F" w:rsidRPr="005E5E2A" w:rsidRDefault="0078141F" w:rsidP="005E5E2A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9A52AD" w:rsidRPr="0078141F" w:rsidRDefault="009A52AD" w:rsidP="005E5E2A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B83DF6" w:rsidRPr="0078141F" w:rsidRDefault="009A52AD" w:rsidP="005E5E2A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４名以上の場合は合計を抹消して記入</w:t>
      </w:r>
      <w:r w:rsidR="0078141F">
        <w:rPr>
          <w:rFonts w:hint="eastAsia"/>
          <w:sz w:val="20"/>
          <w:szCs w:val="20"/>
        </w:rPr>
        <w:t>、また未登録者の場合</w:t>
      </w:r>
      <w:r w:rsidR="000B7D01">
        <w:rPr>
          <w:rFonts w:hint="eastAsia"/>
          <w:sz w:val="20"/>
          <w:szCs w:val="20"/>
        </w:rPr>
        <w:t>は</w:t>
      </w:r>
      <w:r w:rsidR="0078141F">
        <w:rPr>
          <w:rFonts w:hint="eastAsia"/>
          <w:sz w:val="20"/>
          <w:szCs w:val="20"/>
        </w:rPr>
        <w:t>○を記入</w:t>
      </w:r>
      <w:r w:rsidR="000B7D01">
        <w:rPr>
          <w:rFonts w:hint="eastAsia"/>
          <w:sz w:val="20"/>
          <w:szCs w:val="20"/>
        </w:rPr>
        <w:t>して下さい</w:t>
      </w:r>
      <w:r w:rsidR="00B83DF6" w:rsidRPr="0078141F">
        <w:rPr>
          <w:rFonts w:hint="eastAsia"/>
          <w:sz w:val="20"/>
          <w:szCs w:val="20"/>
        </w:rPr>
        <w:t xml:space="preserve">　　　</w:t>
      </w:r>
    </w:p>
    <w:p w:rsidR="000B7D01" w:rsidRDefault="000B7D01" w:rsidP="000B7D01">
      <w:pPr>
        <w:ind w:right="11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チーム責任者名　　　　　　</w:t>
      </w:r>
    </w:p>
    <w:tbl>
      <w:tblPr>
        <w:tblStyle w:val="af2"/>
        <w:tblW w:w="9606" w:type="dxa"/>
        <w:tblLook w:val="000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４名以上の場合は合計を抹消して記入</w:t>
      </w:r>
      <w:r>
        <w:rPr>
          <w:rFonts w:hint="eastAsia"/>
          <w:sz w:val="20"/>
          <w:szCs w:val="20"/>
        </w:rPr>
        <w:t>、また未登録者の場合○を記入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0B7D01" w:rsidRDefault="000B7D01" w:rsidP="000B7D01">
      <w:pPr>
        <w:ind w:right="11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チーム責任者名　　　　　　</w:t>
      </w:r>
    </w:p>
    <w:tbl>
      <w:tblPr>
        <w:tblStyle w:val="af2"/>
        <w:tblW w:w="9606" w:type="dxa"/>
        <w:tblLook w:val="000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４名以上の場合は合計を抹消して記入</w:t>
      </w:r>
      <w:r>
        <w:rPr>
          <w:rFonts w:hint="eastAsia"/>
          <w:sz w:val="20"/>
          <w:szCs w:val="20"/>
        </w:rPr>
        <w:t>、また未登録者の場合○を記入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9A52AD" w:rsidRDefault="009A52AD" w:rsidP="009A52AD">
      <w:pPr>
        <w:jc w:val="left"/>
        <w:rPr>
          <w:sz w:val="32"/>
          <w:szCs w:val="32"/>
        </w:rPr>
      </w:pPr>
    </w:p>
    <w:sectPr w:rsidR="009A52AD" w:rsidSect="004A7028">
      <w:pgSz w:w="11906" w:h="16838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7C" w:rsidRDefault="006E1E7C" w:rsidP="00E135F8">
      <w:r>
        <w:separator/>
      </w:r>
    </w:p>
  </w:endnote>
  <w:endnote w:type="continuationSeparator" w:id="0">
    <w:p w:rsidR="006E1E7C" w:rsidRDefault="006E1E7C" w:rsidP="00E13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7C" w:rsidRDefault="006E1E7C" w:rsidP="00E135F8">
      <w:r>
        <w:separator/>
      </w:r>
    </w:p>
  </w:footnote>
  <w:footnote w:type="continuationSeparator" w:id="0">
    <w:p w:rsidR="006E1E7C" w:rsidRDefault="006E1E7C" w:rsidP="00E13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7892"/>
    <w:rsid w:val="00016FF1"/>
    <w:rsid w:val="00027892"/>
    <w:rsid w:val="00037455"/>
    <w:rsid w:val="00043EA8"/>
    <w:rsid w:val="000466B7"/>
    <w:rsid w:val="000A29F8"/>
    <w:rsid w:val="000B7D01"/>
    <w:rsid w:val="000E276D"/>
    <w:rsid w:val="001739EE"/>
    <w:rsid w:val="001A55D2"/>
    <w:rsid w:val="001E30C8"/>
    <w:rsid w:val="00256D5F"/>
    <w:rsid w:val="002D3070"/>
    <w:rsid w:val="00323519"/>
    <w:rsid w:val="004601DE"/>
    <w:rsid w:val="00461FEC"/>
    <w:rsid w:val="004742E2"/>
    <w:rsid w:val="004A7028"/>
    <w:rsid w:val="004B0C20"/>
    <w:rsid w:val="004B6AD3"/>
    <w:rsid w:val="004E288D"/>
    <w:rsid w:val="004E7E6F"/>
    <w:rsid w:val="005857D6"/>
    <w:rsid w:val="005A6BDB"/>
    <w:rsid w:val="005E5E2A"/>
    <w:rsid w:val="006E1E7C"/>
    <w:rsid w:val="00731EB6"/>
    <w:rsid w:val="007454E2"/>
    <w:rsid w:val="0078141F"/>
    <w:rsid w:val="00836D5C"/>
    <w:rsid w:val="00850A5C"/>
    <w:rsid w:val="00880987"/>
    <w:rsid w:val="008A02E7"/>
    <w:rsid w:val="008D697F"/>
    <w:rsid w:val="009A52AD"/>
    <w:rsid w:val="009D470B"/>
    <w:rsid w:val="009E62E8"/>
    <w:rsid w:val="00A21FCF"/>
    <w:rsid w:val="00AE64F9"/>
    <w:rsid w:val="00B55E0B"/>
    <w:rsid w:val="00B83DF6"/>
    <w:rsid w:val="00BB67C8"/>
    <w:rsid w:val="00BD62A0"/>
    <w:rsid w:val="00CB72F2"/>
    <w:rsid w:val="00D67BD9"/>
    <w:rsid w:val="00D74CF4"/>
    <w:rsid w:val="00D85945"/>
    <w:rsid w:val="00D948F3"/>
    <w:rsid w:val="00DC499E"/>
    <w:rsid w:val="00DD28F5"/>
    <w:rsid w:val="00E135F8"/>
    <w:rsid w:val="00E25400"/>
    <w:rsid w:val="00ED26A5"/>
    <w:rsid w:val="00EE0BE6"/>
    <w:rsid w:val="00F00972"/>
    <w:rsid w:val="00F2075F"/>
    <w:rsid w:val="00F717A1"/>
    <w:rsid w:val="00F948C2"/>
    <w:rsid w:val="00FB5ECA"/>
    <w:rsid w:val="00FE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5F8"/>
  </w:style>
  <w:style w:type="paragraph" w:styleId="a6">
    <w:name w:val="footer"/>
    <w:basedOn w:val="a"/>
    <w:link w:val="a7"/>
    <w:uiPriority w:val="99"/>
    <w:semiHidden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52FA6-CED0-4BBA-8CBB-299CD3C2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1085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otukirikya</cp:lastModifiedBy>
  <cp:revision>8</cp:revision>
  <cp:lastPrinted>2015-04-27T14:29:00Z</cp:lastPrinted>
  <dcterms:created xsi:type="dcterms:W3CDTF">2015-04-27T02:29:00Z</dcterms:created>
  <dcterms:modified xsi:type="dcterms:W3CDTF">2015-04-30T05:26:00Z</dcterms:modified>
</cp:coreProperties>
</file>